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4" w:type="dxa"/>
        <w:tblLook w:val="01E0" w:firstRow="1" w:lastRow="1" w:firstColumn="1" w:lastColumn="1" w:noHBand="0" w:noVBand="0"/>
      </w:tblPr>
      <w:tblGrid>
        <w:gridCol w:w="4152"/>
        <w:gridCol w:w="1104"/>
        <w:gridCol w:w="4548"/>
      </w:tblGrid>
      <w:tr w:rsidR="006B695D" w:rsidRPr="00752E26" w:rsidTr="004129FB">
        <w:trPr>
          <w:trHeight w:val="2217"/>
        </w:trPr>
        <w:tc>
          <w:tcPr>
            <w:tcW w:w="4152" w:type="dxa"/>
            <w:shd w:val="clear" w:color="auto" w:fill="auto"/>
          </w:tcPr>
          <w:p w:rsidR="006B695D" w:rsidRPr="00752E26" w:rsidRDefault="006B695D" w:rsidP="004129FB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1104" w:type="dxa"/>
            <w:shd w:val="clear" w:color="auto" w:fill="auto"/>
          </w:tcPr>
          <w:p w:rsidR="006B695D" w:rsidRPr="00752E26" w:rsidRDefault="006B695D" w:rsidP="004129FB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4548" w:type="dxa"/>
            <w:shd w:val="clear" w:color="auto" w:fill="auto"/>
            <w:vAlign w:val="bottom"/>
          </w:tcPr>
          <w:p w:rsidR="006B695D" w:rsidRPr="00752E26" w:rsidRDefault="006B695D" w:rsidP="00D25988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6B695D" w:rsidRPr="00752E26" w:rsidTr="004129FB">
        <w:trPr>
          <w:trHeight w:val="1125"/>
        </w:trPr>
        <w:tc>
          <w:tcPr>
            <w:tcW w:w="4152" w:type="dxa"/>
            <w:shd w:val="clear" w:color="auto" w:fill="auto"/>
            <w:vAlign w:val="bottom"/>
          </w:tcPr>
          <w:p w:rsidR="006B695D" w:rsidRPr="00752E26" w:rsidRDefault="006B695D" w:rsidP="004129FB">
            <w:pPr>
              <w:rPr>
                <w:rFonts w:ascii="PT Astra Serif" w:hAnsi="PT Astra Serif"/>
                <w:sz w:val="28"/>
                <w:lang w:val="en-US"/>
              </w:rPr>
            </w:pPr>
          </w:p>
        </w:tc>
        <w:tc>
          <w:tcPr>
            <w:tcW w:w="1104" w:type="dxa"/>
            <w:vMerge w:val="restart"/>
            <w:shd w:val="clear" w:color="auto" w:fill="auto"/>
          </w:tcPr>
          <w:p w:rsidR="006B695D" w:rsidRPr="00752E26" w:rsidRDefault="006B695D" w:rsidP="004129FB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4548" w:type="dxa"/>
            <w:vMerge w:val="restart"/>
            <w:shd w:val="clear" w:color="auto" w:fill="auto"/>
          </w:tcPr>
          <w:p w:rsidR="00332FFD" w:rsidRPr="00752E26" w:rsidRDefault="00332FFD" w:rsidP="006B695D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52E26">
              <w:rPr>
                <w:rFonts w:ascii="PT Astra Serif" w:hAnsi="PT Astra Serif"/>
                <w:b/>
                <w:sz w:val="28"/>
                <w:szCs w:val="28"/>
              </w:rPr>
              <w:t xml:space="preserve">Председателю </w:t>
            </w:r>
          </w:p>
          <w:p w:rsidR="006B695D" w:rsidRPr="00752E26" w:rsidRDefault="006B695D" w:rsidP="006B695D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52E26">
              <w:rPr>
                <w:rFonts w:ascii="PT Astra Serif" w:hAnsi="PT Astra Serif"/>
                <w:b/>
                <w:sz w:val="28"/>
                <w:szCs w:val="28"/>
              </w:rPr>
              <w:t>Законодательного Собрания Ульяновской области</w:t>
            </w:r>
          </w:p>
          <w:p w:rsidR="006B695D" w:rsidRPr="00752E26" w:rsidRDefault="006B695D" w:rsidP="006B695D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6B695D" w:rsidRPr="00752E26" w:rsidRDefault="006A79A6" w:rsidP="006B695D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52E26">
              <w:rPr>
                <w:rFonts w:ascii="PT Astra Serif" w:hAnsi="PT Astra Serif"/>
                <w:b/>
                <w:sz w:val="28"/>
                <w:szCs w:val="28"/>
              </w:rPr>
              <w:t>Малышеву В.В.</w:t>
            </w:r>
          </w:p>
          <w:p w:rsidR="006B695D" w:rsidRPr="00752E26" w:rsidRDefault="006B695D" w:rsidP="006B695D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6B695D" w:rsidRPr="00752E26" w:rsidRDefault="006B695D" w:rsidP="006B695D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6B695D" w:rsidRPr="00752E26" w:rsidRDefault="006B695D" w:rsidP="004129FB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6B695D" w:rsidRPr="00752E26" w:rsidTr="00D25988">
        <w:trPr>
          <w:trHeight w:val="1052"/>
        </w:trPr>
        <w:tc>
          <w:tcPr>
            <w:tcW w:w="4152" w:type="dxa"/>
            <w:shd w:val="clear" w:color="auto" w:fill="auto"/>
          </w:tcPr>
          <w:p w:rsidR="006B695D" w:rsidRPr="00752E26" w:rsidRDefault="006B695D" w:rsidP="004129FB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1104" w:type="dxa"/>
            <w:vMerge/>
            <w:shd w:val="clear" w:color="auto" w:fill="auto"/>
          </w:tcPr>
          <w:p w:rsidR="006B695D" w:rsidRPr="00752E26" w:rsidRDefault="006B695D" w:rsidP="004129FB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4548" w:type="dxa"/>
            <w:vMerge/>
            <w:shd w:val="clear" w:color="auto" w:fill="auto"/>
          </w:tcPr>
          <w:p w:rsidR="006B695D" w:rsidRPr="00752E26" w:rsidRDefault="006B695D" w:rsidP="004129FB">
            <w:pPr>
              <w:rPr>
                <w:rFonts w:ascii="PT Astra Serif" w:hAnsi="PT Astra Serif"/>
                <w:sz w:val="28"/>
              </w:rPr>
            </w:pPr>
          </w:p>
        </w:tc>
      </w:tr>
    </w:tbl>
    <w:p w:rsidR="00C93ECF" w:rsidRPr="00752E26" w:rsidRDefault="00C93ECF" w:rsidP="0057004F">
      <w:pPr>
        <w:jc w:val="center"/>
        <w:rPr>
          <w:rFonts w:ascii="PT Astra Serif" w:hAnsi="PT Astra Serif"/>
          <w:b/>
          <w:sz w:val="28"/>
        </w:rPr>
      </w:pPr>
      <w:r w:rsidRPr="00752E26">
        <w:rPr>
          <w:rFonts w:ascii="PT Astra Serif" w:hAnsi="PT Astra Serif"/>
          <w:b/>
          <w:sz w:val="28"/>
        </w:rPr>
        <w:t xml:space="preserve">Уважаемый </w:t>
      </w:r>
      <w:r w:rsidR="006A79A6" w:rsidRPr="00752E26">
        <w:rPr>
          <w:rFonts w:ascii="PT Astra Serif" w:hAnsi="PT Astra Serif"/>
          <w:b/>
          <w:sz w:val="28"/>
        </w:rPr>
        <w:t>Валерий Васильевич</w:t>
      </w:r>
      <w:r w:rsidRPr="00752E26">
        <w:rPr>
          <w:rFonts w:ascii="PT Astra Serif" w:hAnsi="PT Astra Serif"/>
          <w:b/>
          <w:sz w:val="28"/>
        </w:rPr>
        <w:t>!</w:t>
      </w:r>
    </w:p>
    <w:p w:rsidR="00C93ECF" w:rsidRPr="00752E26" w:rsidRDefault="00C93ECF" w:rsidP="00992F4B">
      <w:pPr>
        <w:jc w:val="both"/>
        <w:rPr>
          <w:rFonts w:ascii="PT Astra Serif" w:hAnsi="PT Astra Serif"/>
          <w:sz w:val="28"/>
        </w:rPr>
      </w:pPr>
    </w:p>
    <w:p w:rsidR="00B171D8" w:rsidRPr="00403D99" w:rsidRDefault="00B171D8" w:rsidP="00B171D8">
      <w:pPr>
        <w:ind w:firstLine="720"/>
        <w:jc w:val="both"/>
        <w:rPr>
          <w:rFonts w:ascii="PT Astra Serif" w:hAnsi="PT Astra Serif"/>
          <w:sz w:val="28"/>
          <w:szCs w:val="28"/>
        </w:rPr>
      </w:pPr>
      <w:proofErr w:type="gramStart"/>
      <w:r w:rsidRPr="00403D99">
        <w:rPr>
          <w:rFonts w:ascii="PT Astra Serif" w:hAnsi="PT Astra Serif"/>
          <w:spacing w:val="-4"/>
          <w:sz w:val="28"/>
          <w:szCs w:val="28"/>
        </w:rPr>
        <w:t xml:space="preserve">Направляем доработанные приложения 4, 5, 6 и страницу 76 приложения 10 проекта закона Ульяновской области «Об областном бюджете Ульяновской области на 2023 год и на плановый период 2024 и 2025 годов» и страницу 2 перечня актов </w:t>
      </w:r>
      <w:r w:rsidRPr="00403D99">
        <w:rPr>
          <w:rFonts w:ascii="PT Astra Serif" w:hAnsi="PT Astra Serif"/>
          <w:sz w:val="28"/>
          <w:szCs w:val="28"/>
        </w:rPr>
        <w:t>законодательства Ульяновской области, подлежащих признанию утратившими силу, приостановлению, изменению, дополнению или принятию</w:t>
      </w:r>
      <w:r>
        <w:rPr>
          <w:rFonts w:ascii="PT Astra Serif" w:hAnsi="PT Astra Serif"/>
          <w:sz w:val="28"/>
          <w:szCs w:val="28"/>
        </w:rPr>
        <w:br/>
      </w:r>
      <w:r w:rsidRPr="00403D99">
        <w:rPr>
          <w:rFonts w:ascii="PT Astra Serif" w:hAnsi="PT Astra Serif"/>
          <w:sz w:val="28"/>
          <w:szCs w:val="28"/>
        </w:rPr>
        <w:t xml:space="preserve">в связи с принятием </w:t>
      </w:r>
      <w:r>
        <w:rPr>
          <w:rFonts w:ascii="PT Astra Serif" w:hAnsi="PT Astra Serif"/>
          <w:sz w:val="28"/>
          <w:szCs w:val="28"/>
        </w:rPr>
        <w:t>З</w:t>
      </w:r>
      <w:r w:rsidRPr="00403D99">
        <w:rPr>
          <w:rFonts w:ascii="PT Astra Serif" w:hAnsi="PT Astra Serif"/>
          <w:sz w:val="28"/>
          <w:szCs w:val="28"/>
        </w:rPr>
        <w:t>акона Ульяновской области</w:t>
      </w:r>
      <w:r>
        <w:rPr>
          <w:rFonts w:ascii="PT Astra Serif" w:hAnsi="PT Astra Serif"/>
          <w:sz w:val="28"/>
          <w:szCs w:val="28"/>
        </w:rPr>
        <w:t xml:space="preserve"> </w:t>
      </w:r>
      <w:r w:rsidRPr="00403D99">
        <w:rPr>
          <w:rFonts w:ascii="PT Astra Serif" w:hAnsi="PT Astra Serif"/>
          <w:sz w:val="28"/>
          <w:szCs w:val="28"/>
        </w:rPr>
        <w:t>«Об областном бюджете Ульяновской области</w:t>
      </w:r>
      <w:proofErr w:type="gramEnd"/>
      <w:r w:rsidRPr="00403D99">
        <w:rPr>
          <w:rFonts w:ascii="PT Astra Serif" w:hAnsi="PT Astra Serif"/>
          <w:sz w:val="28"/>
          <w:szCs w:val="28"/>
        </w:rPr>
        <w:t xml:space="preserve"> на 2023 год и на плановый период 2024 и 2025</w:t>
      </w:r>
      <w:r>
        <w:rPr>
          <w:rFonts w:ascii="PT Astra Serif" w:hAnsi="PT Astra Serif"/>
          <w:sz w:val="28"/>
          <w:szCs w:val="28"/>
        </w:rPr>
        <w:t xml:space="preserve"> годов», </w:t>
      </w:r>
      <w:r w:rsidRPr="00403D99">
        <w:rPr>
          <w:rFonts w:ascii="PT Astra Serif" w:hAnsi="PT Astra Serif"/>
          <w:spacing w:val="-4"/>
          <w:sz w:val="28"/>
          <w:szCs w:val="28"/>
        </w:rPr>
        <w:t>направленн</w:t>
      </w:r>
      <w:r>
        <w:rPr>
          <w:rFonts w:ascii="PT Astra Serif" w:hAnsi="PT Astra Serif"/>
          <w:spacing w:val="-4"/>
          <w:sz w:val="28"/>
          <w:szCs w:val="28"/>
        </w:rPr>
        <w:t>ых</w:t>
      </w:r>
      <w:r w:rsidRPr="00403D99">
        <w:rPr>
          <w:rFonts w:ascii="PT Astra Serif" w:hAnsi="PT Astra Serif"/>
          <w:sz w:val="28"/>
          <w:szCs w:val="28"/>
        </w:rPr>
        <w:t xml:space="preserve"> письмом от 26.10.2022 № 73-Г-01/33843исх.</w:t>
      </w:r>
    </w:p>
    <w:p w:rsidR="00B171D8" w:rsidRPr="00403D99" w:rsidRDefault="00B171D8" w:rsidP="00B171D8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B171D8" w:rsidRPr="00FA3055" w:rsidRDefault="00B171D8" w:rsidP="00B171D8">
      <w:pPr>
        <w:widowControl w:val="0"/>
        <w:jc w:val="both"/>
        <w:rPr>
          <w:rFonts w:ascii="PT Astra Serif" w:hAnsi="PT Astra Serif"/>
          <w:sz w:val="28"/>
          <w:szCs w:val="28"/>
        </w:rPr>
      </w:pPr>
      <w:r w:rsidRPr="00FA3055">
        <w:rPr>
          <w:rFonts w:ascii="PT Astra Serif" w:hAnsi="PT Astra Serif"/>
          <w:sz w:val="28"/>
          <w:szCs w:val="28"/>
        </w:rPr>
        <w:t xml:space="preserve">Приложение: на </w:t>
      </w:r>
      <w:r>
        <w:rPr>
          <w:rFonts w:ascii="PT Astra Serif" w:hAnsi="PT Astra Serif"/>
          <w:sz w:val="28"/>
          <w:szCs w:val="28"/>
        </w:rPr>
        <w:t>924</w:t>
      </w:r>
      <w:r w:rsidRPr="00FA3055">
        <w:rPr>
          <w:rFonts w:ascii="PT Astra Serif" w:hAnsi="PT Astra Serif"/>
          <w:sz w:val="28"/>
          <w:szCs w:val="28"/>
        </w:rPr>
        <w:t xml:space="preserve"> л. в 1 экз.</w:t>
      </w:r>
    </w:p>
    <w:p w:rsidR="00C93ECF" w:rsidRPr="00752E26" w:rsidRDefault="00C93ECF" w:rsidP="00992F4B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737DAD" w:rsidRPr="00752E26" w:rsidRDefault="00737DAD" w:rsidP="00737DAD">
      <w:pPr>
        <w:jc w:val="both"/>
        <w:rPr>
          <w:rFonts w:ascii="PT Astra Serif" w:hAnsi="PT Astra Serif"/>
          <w:sz w:val="28"/>
        </w:rPr>
      </w:pPr>
    </w:p>
    <w:p w:rsidR="00461B8C" w:rsidRPr="00752E26" w:rsidRDefault="00B2480D" w:rsidP="00857E86">
      <w:pPr>
        <w:jc w:val="both"/>
        <w:rPr>
          <w:rFonts w:ascii="PT Astra Serif" w:hAnsi="PT Astra Serif"/>
          <w:sz w:val="28"/>
          <w:szCs w:val="28"/>
        </w:rPr>
        <w:sectPr w:rsidR="00461B8C" w:rsidRPr="00752E26" w:rsidSect="00B2480D">
          <w:pgSz w:w="11907" w:h="16840" w:code="9"/>
          <w:pgMar w:top="1134" w:right="567" w:bottom="1134" w:left="1701" w:header="709" w:footer="709" w:gutter="0"/>
          <w:cols w:space="720"/>
          <w:noEndnote/>
          <w:titlePg/>
          <w:docGrid w:linePitch="272"/>
        </w:sectPr>
      </w:pPr>
      <w:bookmarkStart w:id="0" w:name="_GoBack"/>
      <w:r w:rsidRPr="009E5BFB">
        <w:rPr>
          <w:rFonts w:ascii="PT Astra Serif" w:hAnsi="PT Astra Serif"/>
          <w:color w:val="FFFFFF" w:themeColor="background1"/>
          <w:sz w:val="28"/>
          <w:szCs w:val="28"/>
        </w:rPr>
        <w:t xml:space="preserve">Председатель Правительства                  </w:t>
      </w:r>
      <w:bookmarkEnd w:id="0"/>
      <w:r w:rsidRPr="00B2480D">
        <w:rPr>
          <w:rFonts w:ascii="PT Astra Serif" w:hAnsi="PT Astra Serif"/>
          <w:sz w:val="28"/>
          <w:szCs w:val="28"/>
        </w:rPr>
        <w:t xml:space="preserve">  </w:t>
      </w:r>
      <w:r>
        <w:rPr>
          <w:rFonts w:ascii="PT Astra Serif" w:hAnsi="PT Astra Serif"/>
          <w:sz w:val="28"/>
          <w:szCs w:val="28"/>
        </w:rPr>
        <w:t xml:space="preserve"> </w:t>
      </w:r>
      <w:r w:rsidR="00857E86">
        <w:rPr>
          <w:rFonts w:ascii="PT Astra Serif" w:hAnsi="PT Astra Serif"/>
          <w:sz w:val="28"/>
          <w:szCs w:val="28"/>
        </w:rPr>
        <w:t xml:space="preserve">                                           </w:t>
      </w:r>
      <w:proofErr w:type="spellStart"/>
      <w:r w:rsidR="00C5106E">
        <w:rPr>
          <w:rFonts w:ascii="PT Astra Serif" w:hAnsi="PT Astra Serif"/>
          <w:sz w:val="28"/>
          <w:szCs w:val="28"/>
        </w:rPr>
        <w:t>В.Н.Разумков</w:t>
      </w:r>
      <w:proofErr w:type="spellEnd"/>
    </w:p>
    <w:p w:rsidR="00737DAD" w:rsidRPr="00752E26" w:rsidRDefault="00737DAD" w:rsidP="00D454B3">
      <w:pPr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461B8C" w:rsidRPr="00752E26" w:rsidRDefault="00461B8C" w:rsidP="0057004F">
      <w:pPr>
        <w:jc w:val="both"/>
        <w:rPr>
          <w:rFonts w:ascii="PT Astra Serif" w:hAnsi="PT Astra Serif"/>
          <w:sz w:val="10"/>
        </w:rPr>
      </w:pPr>
    </w:p>
    <w:p w:rsidR="00C93ECF" w:rsidRPr="00752E26" w:rsidRDefault="00C93ECF" w:rsidP="0057004F">
      <w:pPr>
        <w:jc w:val="both"/>
        <w:rPr>
          <w:rFonts w:ascii="PT Astra Serif" w:hAnsi="PT Astra Serif"/>
          <w:sz w:val="28"/>
        </w:rPr>
      </w:pPr>
    </w:p>
    <w:p w:rsidR="00FE7455" w:rsidRPr="00752E26" w:rsidRDefault="00FE7455" w:rsidP="0057004F">
      <w:pPr>
        <w:jc w:val="both"/>
        <w:rPr>
          <w:rFonts w:ascii="PT Astra Serif" w:hAnsi="PT Astra Serif"/>
          <w:sz w:val="28"/>
        </w:rPr>
      </w:pPr>
    </w:p>
    <w:p w:rsidR="007E71F6" w:rsidRPr="00752E26" w:rsidRDefault="007E71F6" w:rsidP="0057004F">
      <w:pPr>
        <w:jc w:val="both"/>
        <w:rPr>
          <w:rFonts w:ascii="PT Astra Serif" w:hAnsi="PT Astra Serif"/>
          <w:sz w:val="28"/>
        </w:rPr>
      </w:pPr>
    </w:p>
    <w:p w:rsidR="00295F0C" w:rsidRPr="00752E26" w:rsidRDefault="00295F0C" w:rsidP="00F10F13">
      <w:pPr>
        <w:rPr>
          <w:rFonts w:ascii="PT Astra Serif" w:hAnsi="PT Astra Serif"/>
          <w:sz w:val="48"/>
          <w:szCs w:val="24"/>
        </w:rPr>
      </w:pPr>
    </w:p>
    <w:p w:rsidR="00295F0C" w:rsidRPr="00752E26" w:rsidRDefault="00295F0C" w:rsidP="00F10F13">
      <w:pPr>
        <w:rPr>
          <w:rFonts w:ascii="PT Astra Serif" w:hAnsi="PT Astra Serif"/>
          <w:sz w:val="28"/>
          <w:szCs w:val="24"/>
        </w:rPr>
      </w:pPr>
    </w:p>
    <w:p w:rsidR="00C93ECF" w:rsidRPr="00752E26" w:rsidRDefault="009919EF" w:rsidP="00F10F13">
      <w:pPr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Брюханова Наталья Геннадьевна</w:t>
      </w:r>
    </w:p>
    <w:p w:rsidR="00472849" w:rsidRPr="000C1CF6" w:rsidRDefault="00C5106E" w:rsidP="0057004F">
      <w:pPr>
        <w:jc w:val="both"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73-63-68</w:t>
      </w:r>
    </w:p>
    <w:p w:rsidR="00813145" w:rsidRPr="000C1CF6" w:rsidRDefault="00B2480D" w:rsidP="0057004F">
      <w:pPr>
        <w:jc w:val="both"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3110мм2</w:t>
      </w:r>
    </w:p>
    <w:sectPr w:rsidR="00813145" w:rsidRPr="000C1CF6" w:rsidSect="00B2480D">
      <w:pgSz w:w="11907" w:h="16840" w:code="9"/>
      <w:pgMar w:top="1134" w:right="567" w:bottom="1134" w:left="1701" w:header="709" w:footer="709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CA7" w:rsidRDefault="008A4CA7" w:rsidP="008903D0">
      <w:r>
        <w:separator/>
      </w:r>
    </w:p>
  </w:endnote>
  <w:endnote w:type="continuationSeparator" w:id="0">
    <w:p w:rsidR="008A4CA7" w:rsidRDefault="008A4CA7" w:rsidP="00890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CA7" w:rsidRDefault="008A4CA7" w:rsidP="008903D0">
      <w:r>
        <w:separator/>
      </w:r>
    </w:p>
  </w:footnote>
  <w:footnote w:type="continuationSeparator" w:id="0">
    <w:p w:rsidR="008A4CA7" w:rsidRDefault="008A4CA7" w:rsidP="008903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"/>
  <w:drawingGridVerticalSpacing w:val="39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96A"/>
    <w:rsid w:val="0000076A"/>
    <w:rsid w:val="00001E8B"/>
    <w:rsid w:val="00003C72"/>
    <w:rsid w:val="00007158"/>
    <w:rsid w:val="000100C0"/>
    <w:rsid w:val="00047E8F"/>
    <w:rsid w:val="000559F7"/>
    <w:rsid w:val="000603FB"/>
    <w:rsid w:val="00065E69"/>
    <w:rsid w:val="000660B3"/>
    <w:rsid w:val="0007422A"/>
    <w:rsid w:val="00096082"/>
    <w:rsid w:val="000A5B5F"/>
    <w:rsid w:val="000C1CF6"/>
    <w:rsid w:val="000C626F"/>
    <w:rsid w:val="000F5AB2"/>
    <w:rsid w:val="00116F9F"/>
    <w:rsid w:val="00121321"/>
    <w:rsid w:val="0015183E"/>
    <w:rsid w:val="001519BF"/>
    <w:rsid w:val="00151C0D"/>
    <w:rsid w:val="001667D6"/>
    <w:rsid w:val="001B675A"/>
    <w:rsid w:val="001C0023"/>
    <w:rsid w:val="001E0D54"/>
    <w:rsid w:val="001F0A57"/>
    <w:rsid w:val="001F4E36"/>
    <w:rsid w:val="002201AB"/>
    <w:rsid w:val="002203C5"/>
    <w:rsid w:val="002227B5"/>
    <w:rsid w:val="00222FB4"/>
    <w:rsid w:val="00227A66"/>
    <w:rsid w:val="002351FD"/>
    <w:rsid w:val="00253E10"/>
    <w:rsid w:val="00257125"/>
    <w:rsid w:val="00271998"/>
    <w:rsid w:val="00273738"/>
    <w:rsid w:val="00276876"/>
    <w:rsid w:val="00277DBE"/>
    <w:rsid w:val="00284C01"/>
    <w:rsid w:val="00291741"/>
    <w:rsid w:val="00295F0C"/>
    <w:rsid w:val="002B1BB5"/>
    <w:rsid w:val="002C1FAB"/>
    <w:rsid w:val="002D4A20"/>
    <w:rsid w:val="002E06B8"/>
    <w:rsid w:val="002E0AC6"/>
    <w:rsid w:val="002F0CFF"/>
    <w:rsid w:val="002F248D"/>
    <w:rsid w:val="002F3426"/>
    <w:rsid w:val="002F60B4"/>
    <w:rsid w:val="003038B6"/>
    <w:rsid w:val="00315102"/>
    <w:rsid w:val="00332FFD"/>
    <w:rsid w:val="003350B5"/>
    <w:rsid w:val="00335CC5"/>
    <w:rsid w:val="00347393"/>
    <w:rsid w:val="003615C7"/>
    <w:rsid w:val="003726B3"/>
    <w:rsid w:val="00384F7A"/>
    <w:rsid w:val="00393F6B"/>
    <w:rsid w:val="003975C5"/>
    <w:rsid w:val="003D6988"/>
    <w:rsid w:val="003E2337"/>
    <w:rsid w:val="003F1A2A"/>
    <w:rsid w:val="00401621"/>
    <w:rsid w:val="00401F6E"/>
    <w:rsid w:val="004108DF"/>
    <w:rsid w:val="004129FB"/>
    <w:rsid w:val="0042007E"/>
    <w:rsid w:val="00420A90"/>
    <w:rsid w:val="00432F8B"/>
    <w:rsid w:val="0044310A"/>
    <w:rsid w:val="00461B8C"/>
    <w:rsid w:val="00472849"/>
    <w:rsid w:val="0047297C"/>
    <w:rsid w:val="0047320D"/>
    <w:rsid w:val="00477906"/>
    <w:rsid w:val="004879D3"/>
    <w:rsid w:val="00490212"/>
    <w:rsid w:val="0049504C"/>
    <w:rsid w:val="00497B56"/>
    <w:rsid w:val="004A0279"/>
    <w:rsid w:val="004A4BCF"/>
    <w:rsid w:val="004A4CF7"/>
    <w:rsid w:val="004D2E8B"/>
    <w:rsid w:val="005007F7"/>
    <w:rsid w:val="0050715E"/>
    <w:rsid w:val="005331F4"/>
    <w:rsid w:val="00543F54"/>
    <w:rsid w:val="00544CB0"/>
    <w:rsid w:val="00561825"/>
    <w:rsid w:val="00565EA5"/>
    <w:rsid w:val="005679AF"/>
    <w:rsid w:val="00567B63"/>
    <w:rsid w:val="0057004F"/>
    <w:rsid w:val="005923DF"/>
    <w:rsid w:val="005971D8"/>
    <w:rsid w:val="005B4F61"/>
    <w:rsid w:val="005C231A"/>
    <w:rsid w:val="005F117E"/>
    <w:rsid w:val="00613790"/>
    <w:rsid w:val="006353CC"/>
    <w:rsid w:val="00650C6A"/>
    <w:rsid w:val="0065130A"/>
    <w:rsid w:val="0065237F"/>
    <w:rsid w:val="00657039"/>
    <w:rsid w:val="00667E8C"/>
    <w:rsid w:val="00670CF9"/>
    <w:rsid w:val="006A79A6"/>
    <w:rsid w:val="006B0C37"/>
    <w:rsid w:val="006B695D"/>
    <w:rsid w:val="006C0077"/>
    <w:rsid w:val="006C1D7D"/>
    <w:rsid w:val="006D099B"/>
    <w:rsid w:val="006F055D"/>
    <w:rsid w:val="00701B99"/>
    <w:rsid w:val="0070521E"/>
    <w:rsid w:val="007164EF"/>
    <w:rsid w:val="007267E9"/>
    <w:rsid w:val="007304FB"/>
    <w:rsid w:val="007320A6"/>
    <w:rsid w:val="00735161"/>
    <w:rsid w:val="00737DAD"/>
    <w:rsid w:val="00752E26"/>
    <w:rsid w:val="00754D4D"/>
    <w:rsid w:val="0077026A"/>
    <w:rsid w:val="00781080"/>
    <w:rsid w:val="007934B5"/>
    <w:rsid w:val="007C65FC"/>
    <w:rsid w:val="007D6270"/>
    <w:rsid w:val="007D6C21"/>
    <w:rsid w:val="007E71F6"/>
    <w:rsid w:val="00802E9C"/>
    <w:rsid w:val="00807AE0"/>
    <w:rsid w:val="0081312E"/>
    <w:rsid w:val="00813145"/>
    <w:rsid w:val="00823E04"/>
    <w:rsid w:val="00837269"/>
    <w:rsid w:val="0084557B"/>
    <w:rsid w:val="008469E8"/>
    <w:rsid w:val="00853678"/>
    <w:rsid w:val="00853782"/>
    <w:rsid w:val="00857E86"/>
    <w:rsid w:val="008600C5"/>
    <w:rsid w:val="00860C4A"/>
    <w:rsid w:val="0086262B"/>
    <w:rsid w:val="00871782"/>
    <w:rsid w:val="00875F3D"/>
    <w:rsid w:val="008772B6"/>
    <w:rsid w:val="0088392E"/>
    <w:rsid w:val="0088471F"/>
    <w:rsid w:val="008852DF"/>
    <w:rsid w:val="008903D0"/>
    <w:rsid w:val="008A4CA7"/>
    <w:rsid w:val="008A69BB"/>
    <w:rsid w:val="008B08DE"/>
    <w:rsid w:val="008D1003"/>
    <w:rsid w:val="008F7C13"/>
    <w:rsid w:val="00902C42"/>
    <w:rsid w:val="00910634"/>
    <w:rsid w:val="009160BC"/>
    <w:rsid w:val="00934D69"/>
    <w:rsid w:val="00935F3E"/>
    <w:rsid w:val="009571DF"/>
    <w:rsid w:val="00960781"/>
    <w:rsid w:val="00972F0D"/>
    <w:rsid w:val="009813AC"/>
    <w:rsid w:val="00986931"/>
    <w:rsid w:val="009919EF"/>
    <w:rsid w:val="00992F4B"/>
    <w:rsid w:val="009B2C39"/>
    <w:rsid w:val="009B5709"/>
    <w:rsid w:val="009D37F9"/>
    <w:rsid w:val="009E5487"/>
    <w:rsid w:val="009E5BFB"/>
    <w:rsid w:val="00A1332A"/>
    <w:rsid w:val="00A20B42"/>
    <w:rsid w:val="00A23364"/>
    <w:rsid w:val="00A34BE1"/>
    <w:rsid w:val="00A443F1"/>
    <w:rsid w:val="00A453B0"/>
    <w:rsid w:val="00A51C0B"/>
    <w:rsid w:val="00A5545E"/>
    <w:rsid w:val="00A6200F"/>
    <w:rsid w:val="00A866C2"/>
    <w:rsid w:val="00A86B35"/>
    <w:rsid w:val="00A903CF"/>
    <w:rsid w:val="00AA725F"/>
    <w:rsid w:val="00AB5313"/>
    <w:rsid w:val="00AB63AF"/>
    <w:rsid w:val="00AB7E7F"/>
    <w:rsid w:val="00AC0979"/>
    <w:rsid w:val="00AC2025"/>
    <w:rsid w:val="00AE34FD"/>
    <w:rsid w:val="00B1096D"/>
    <w:rsid w:val="00B171D8"/>
    <w:rsid w:val="00B22227"/>
    <w:rsid w:val="00B2480D"/>
    <w:rsid w:val="00B32CE4"/>
    <w:rsid w:val="00B3408E"/>
    <w:rsid w:val="00B43033"/>
    <w:rsid w:val="00B61D61"/>
    <w:rsid w:val="00B62335"/>
    <w:rsid w:val="00B653AC"/>
    <w:rsid w:val="00B675A7"/>
    <w:rsid w:val="00B76AC1"/>
    <w:rsid w:val="00B8793A"/>
    <w:rsid w:val="00B94FBD"/>
    <w:rsid w:val="00BC7AD2"/>
    <w:rsid w:val="00BD1F5B"/>
    <w:rsid w:val="00BE71E1"/>
    <w:rsid w:val="00BF389C"/>
    <w:rsid w:val="00BF6BFC"/>
    <w:rsid w:val="00C1060B"/>
    <w:rsid w:val="00C222D7"/>
    <w:rsid w:val="00C5106E"/>
    <w:rsid w:val="00C5148E"/>
    <w:rsid w:val="00C745AB"/>
    <w:rsid w:val="00C769AA"/>
    <w:rsid w:val="00C80E61"/>
    <w:rsid w:val="00C837CA"/>
    <w:rsid w:val="00C91881"/>
    <w:rsid w:val="00C93ECF"/>
    <w:rsid w:val="00C961B2"/>
    <w:rsid w:val="00CA42DC"/>
    <w:rsid w:val="00CA6724"/>
    <w:rsid w:val="00CB1528"/>
    <w:rsid w:val="00CC038E"/>
    <w:rsid w:val="00CC1F70"/>
    <w:rsid w:val="00CC4502"/>
    <w:rsid w:val="00CC70DA"/>
    <w:rsid w:val="00CC7753"/>
    <w:rsid w:val="00CD3B3C"/>
    <w:rsid w:val="00CF4D6A"/>
    <w:rsid w:val="00CF6C56"/>
    <w:rsid w:val="00D05F13"/>
    <w:rsid w:val="00D12058"/>
    <w:rsid w:val="00D251A5"/>
    <w:rsid w:val="00D25988"/>
    <w:rsid w:val="00D26F6A"/>
    <w:rsid w:val="00D4383B"/>
    <w:rsid w:val="00D454B3"/>
    <w:rsid w:val="00D468D0"/>
    <w:rsid w:val="00D53338"/>
    <w:rsid w:val="00D65586"/>
    <w:rsid w:val="00D7435D"/>
    <w:rsid w:val="00D75037"/>
    <w:rsid w:val="00D750ED"/>
    <w:rsid w:val="00DA06C5"/>
    <w:rsid w:val="00DA2498"/>
    <w:rsid w:val="00DB7EB4"/>
    <w:rsid w:val="00DC2128"/>
    <w:rsid w:val="00DD7C07"/>
    <w:rsid w:val="00E010FD"/>
    <w:rsid w:val="00E03C1F"/>
    <w:rsid w:val="00E05D67"/>
    <w:rsid w:val="00E073B1"/>
    <w:rsid w:val="00E13B8B"/>
    <w:rsid w:val="00E153B9"/>
    <w:rsid w:val="00E24AFC"/>
    <w:rsid w:val="00E40714"/>
    <w:rsid w:val="00E5350C"/>
    <w:rsid w:val="00E66401"/>
    <w:rsid w:val="00E72A87"/>
    <w:rsid w:val="00E75D17"/>
    <w:rsid w:val="00E87CDF"/>
    <w:rsid w:val="00EA5C44"/>
    <w:rsid w:val="00EC1D8E"/>
    <w:rsid w:val="00EC4456"/>
    <w:rsid w:val="00EC7C2C"/>
    <w:rsid w:val="00ED61AC"/>
    <w:rsid w:val="00EE2D75"/>
    <w:rsid w:val="00EF0928"/>
    <w:rsid w:val="00F06993"/>
    <w:rsid w:val="00F10F13"/>
    <w:rsid w:val="00F11C40"/>
    <w:rsid w:val="00F34E28"/>
    <w:rsid w:val="00F5652A"/>
    <w:rsid w:val="00F61B1D"/>
    <w:rsid w:val="00F70D6A"/>
    <w:rsid w:val="00F73379"/>
    <w:rsid w:val="00F81A75"/>
    <w:rsid w:val="00F84EB5"/>
    <w:rsid w:val="00F8792F"/>
    <w:rsid w:val="00F93E58"/>
    <w:rsid w:val="00F94578"/>
    <w:rsid w:val="00FA77AE"/>
    <w:rsid w:val="00FB5ECD"/>
    <w:rsid w:val="00FB738B"/>
    <w:rsid w:val="00FD2878"/>
    <w:rsid w:val="00FE096A"/>
    <w:rsid w:val="00FE524C"/>
    <w:rsid w:val="00FE5E58"/>
    <w:rsid w:val="00FE7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393"/>
  </w:style>
  <w:style w:type="paragraph" w:styleId="1">
    <w:name w:val="heading 1"/>
    <w:basedOn w:val="a"/>
    <w:next w:val="a"/>
    <w:qFormat/>
    <w:rsid w:val="00347393"/>
    <w:pPr>
      <w:keepNext/>
      <w:spacing w:line="192" w:lineRule="auto"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25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semiHidden/>
    <w:rsid w:val="00347393"/>
    <w:rPr>
      <w:rFonts w:ascii="Tahoma" w:hAnsi="Tahoma" w:cs="Tahoma"/>
      <w:sz w:val="16"/>
      <w:szCs w:val="16"/>
    </w:rPr>
  </w:style>
  <w:style w:type="paragraph" w:styleId="a5">
    <w:name w:val="Body Text Indent"/>
    <w:basedOn w:val="a"/>
    <w:rsid w:val="00347393"/>
    <w:pPr>
      <w:ind w:left="1653"/>
    </w:pPr>
    <w:rPr>
      <w:sz w:val="28"/>
    </w:rPr>
  </w:style>
  <w:style w:type="paragraph" w:styleId="a6">
    <w:name w:val="header"/>
    <w:basedOn w:val="a"/>
    <w:link w:val="a7"/>
    <w:rsid w:val="008903D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903D0"/>
  </w:style>
  <w:style w:type="paragraph" w:styleId="a8">
    <w:name w:val="footer"/>
    <w:basedOn w:val="a"/>
    <w:link w:val="a9"/>
    <w:uiPriority w:val="99"/>
    <w:rsid w:val="008903D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903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393"/>
  </w:style>
  <w:style w:type="paragraph" w:styleId="1">
    <w:name w:val="heading 1"/>
    <w:basedOn w:val="a"/>
    <w:next w:val="a"/>
    <w:qFormat/>
    <w:rsid w:val="00347393"/>
    <w:pPr>
      <w:keepNext/>
      <w:spacing w:line="192" w:lineRule="auto"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25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semiHidden/>
    <w:rsid w:val="00347393"/>
    <w:rPr>
      <w:rFonts w:ascii="Tahoma" w:hAnsi="Tahoma" w:cs="Tahoma"/>
      <w:sz w:val="16"/>
      <w:szCs w:val="16"/>
    </w:rPr>
  </w:style>
  <w:style w:type="paragraph" w:styleId="a5">
    <w:name w:val="Body Text Indent"/>
    <w:basedOn w:val="a"/>
    <w:rsid w:val="00347393"/>
    <w:pPr>
      <w:ind w:left="1653"/>
    </w:pPr>
    <w:rPr>
      <w:sz w:val="28"/>
    </w:rPr>
  </w:style>
  <w:style w:type="paragraph" w:styleId="a6">
    <w:name w:val="header"/>
    <w:basedOn w:val="a"/>
    <w:link w:val="a7"/>
    <w:rsid w:val="008903D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903D0"/>
  </w:style>
  <w:style w:type="paragraph" w:styleId="a8">
    <w:name w:val="footer"/>
    <w:basedOn w:val="a"/>
    <w:link w:val="a9"/>
    <w:uiPriority w:val="99"/>
    <w:rsid w:val="008903D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903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55;&#1080;&#1089;&#1100;&#1084;&#108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07C008-F8F7-4A56-AE06-8E0CE6BFD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</Template>
  <TotalTime>0</TotalTime>
  <Pages>2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Законодательного</vt:lpstr>
    </vt:vector>
  </TitlesOfParts>
  <Company>Администрация ульяновской области</Company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Законодательного</dc:title>
  <dc:creator>Belova</dc:creator>
  <cp:lastModifiedBy>Макеева Мария Юрьевна</cp:lastModifiedBy>
  <cp:revision>5</cp:revision>
  <cp:lastPrinted>2022-11-01T07:33:00Z</cp:lastPrinted>
  <dcterms:created xsi:type="dcterms:W3CDTF">2022-10-31T12:19:00Z</dcterms:created>
  <dcterms:modified xsi:type="dcterms:W3CDTF">2022-11-01T07:33:00Z</dcterms:modified>
</cp:coreProperties>
</file>